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6825A" w14:textId="033624E6" w:rsidR="00BB66A1" w:rsidRDefault="00BB66A1" w:rsidP="00BB66A1">
      <w:pPr>
        <w:pStyle w:val="Nadpis1"/>
        <w:rPr>
          <w:b w:val="0"/>
          <w:color w:val="auto"/>
          <w:sz w:val="18"/>
          <w:szCs w:val="18"/>
        </w:rPr>
      </w:pPr>
      <w:r w:rsidRPr="00BB66A1">
        <w:rPr>
          <w:b w:val="0"/>
          <w:color w:val="auto"/>
          <w:sz w:val="18"/>
          <w:szCs w:val="18"/>
        </w:rPr>
        <w:t xml:space="preserve">Příloha č. </w:t>
      </w:r>
      <w:r w:rsidR="00404DA1">
        <w:rPr>
          <w:b w:val="0"/>
          <w:color w:val="auto"/>
          <w:sz w:val="18"/>
          <w:szCs w:val="18"/>
        </w:rPr>
        <w:t>6</w:t>
      </w:r>
      <w:r w:rsidRPr="00BB66A1">
        <w:rPr>
          <w:b w:val="0"/>
          <w:color w:val="auto"/>
          <w:sz w:val="18"/>
          <w:szCs w:val="18"/>
        </w:rPr>
        <w:t xml:space="preserve"> – Výzvy k podání nabídky</w:t>
      </w:r>
    </w:p>
    <w:p w14:paraId="10DE0331" w14:textId="77777777" w:rsidR="00BB66A1" w:rsidRDefault="00BB66A1" w:rsidP="00BB66A1">
      <w:pPr>
        <w:rPr>
          <w:color w:val="00A1E0" w:themeColor="accent3"/>
          <w:sz w:val="24"/>
          <w:szCs w:val="24"/>
        </w:rPr>
      </w:pPr>
    </w:p>
    <w:p w14:paraId="4A2A7A78" w14:textId="597C518C" w:rsidR="00BB66A1" w:rsidRPr="004B3B32" w:rsidRDefault="00404DA1" w:rsidP="00BB66A1">
      <w:pPr>
        <w:rPr>
          <w:b/>
          <w:sz w:val="20"/>
          <w:szCs w:val="20"/>
        </w:rPr>
      </w:pPr>
      <w:r>
        <w:rPr>
          <w:b/>
          <w:sz w:val="20"/>
          <w:szCs w:val="20"/>
        </w:rPr>
        <w:t>Ceník</w:t>
      </w:r>
      <w:bookmarkStart w:id="0" w:name="_GoBack"/>
      <w:bookmarkEnd w:id="0"/>
    </w:p>
    <w:p w14:paraId="5B192452" w14:textId="77777777" w:rsidR="004B3B32" w:rsidRPr="004B3B32" w:rsidRDefault="004B3B32" w:rsidP="004B3B32"/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489"/>
        <w:gridCol w:w="1985"/>
        <w:gridCol w:w="2551"/>
      </w:tblGrid>
      <w:tr w:rsidR="004B3B32" w:rsidRPr="004B3B32" w14:paraId="015D1C92" w14:textId="77777777" w:rsidTr="000609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9354FF" w14:textId="6D5E36F4" w:rsidR="004B3B32" w:rsidRPr="004B3B32" w:rsidRDefault="00735B57" w:rsidP="00060941">
            <w:pPr>
              <w:rPr>
                <w:sz w:val="18"/>
                <w:lang w:eastAsia="cs-CZ"/>
              </w:rPr>
            </w:pPr>
            <w:r>
              <w:rPr>
                <w:b/>
                <w:sz w:val="18"/>
                <w:lang w:eastAsia="cs-CZ"/>
              </w:rPr>
              <w:t>Požadované pravidelné služby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530BA77" w14:textId="77777777" w:rsidR="004B3B32" w:rsidRPr="004B3B32" w:rsidRDefault="004B3B32" w:rsidP="000609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4B3B32">
              <w:rPr>
                <w:sz w:val="18"/>
                <w:lang w:eastAsia="cs-CZ"/>
              </w:rPr>
              <w:t>Cena za 1 měsíc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3C93" w14:textId="1DA8EBD7" w:rsidR="004B3B32" w:rsidRPr="004B3B32" w:rsidRDefault="004B3B32" w:rsidP="000609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4B3B32">
              <w:rPr>
                <w:sz w:val="18"/>
                <w:lang w:eastAsia="cs-CZ"/>
              </w:rPr>
              <w:t xml:space="preserve">za </w:t>
            </w:r>
            <w:r w:rsidR="00E57866">
              <w:rPr>
                <w:sz w:val="18"/>
                <w:lang w:eastAsia="cs-CZ"/>
              </w:rPr>
              <w:t>12</w:t>
            </w:r>
            <w:r w:rsidRPr="004B3B32">
              <w:rPr>
                <w:sz w:val="18"/>
                <w:lang w:eastAsia="cs-CZ"/>
              </w:rPr>
              <w:t xml:space="preserve"> měsíců </w:t>
            </w:r>
          </w:p>
          <w:p w14:paraId="7516A8F8" w14:textId="77777777" w:rsidR="004B3B32" w:rsidRPr="004B3B32" w:rsidRDefault="004B3B32" w:rsidP="000609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</w:p>
        </w:tc>
      </w:tr>
      <w:tr w:rsidR="004B3B32" w:rsidRPr="004B3B32" w14:paraId="4EF9F606" w14:textId="77777777" w:rsidTr="000609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</w:tcPr>
          <w:p w14:paraId="6C1DC4DC" w14:textId="77777777" w:rsidR="004B3B32" w:rsidRPr="004B3B32" w:rsidRDefault="004B3B32" w:rsidP="00060941">
            <w:pPr>
              <w:rPr>
                <w:sz w:val="18"/>
                <w:lang w:eastAsia="cs-CZ"/>
              </w:rPr>
            </w:pPr>
            <w:r w:rsidRPr="004B3B32">
              <w:rPr>
                <w:sz w:val="18"/>
                <w:lang w:eastAsia="cs-CZ"/>
              </w:rPr>
              <w:t>Cena bez DPH</w:t>
            </w:r>
          </w:p>
        </w:tc>
        <w:tc>
          <w:tcPr>
            <w:tcW w:w="1985" w:type="dxa"/>
          </w:tcPr>
          <w:p w14:paraId="4D161220" w14:textId="77777777" w:rsidR="004B3B32" w:rsidRPr="004E6465" w:rsidRDefault="004B3B32" w:rsidP="000609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eastAsia="cs-CZ"/>
              </w:rPr>
            </w:pPr>
            <w:r w:rsidRPr="004E6465">
              <w:rPr>
                <w:sz w:val="18"/>
                <w:highlight w:val="green"/>
                <w:lang w:eastAsia="cs-CZ"/>
              </w:rPr>
              <w:t>Doplní dodavatel</w:t>
            </w:r>
          </w:p>
        </w:tc>
        <w:tc>
          <w:tcPr>
            <w:tcW w:w="2551" w:type="dxa"/>
          </w:tcPr>
          <w:p w14:paraId="62C231B6" w14:textId="77777777" w:rsidR="004B3B32" w:rsidRPr="004E6465" w:rsidRDefault="004B3B32" w:rsidP="000609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eastAsia="cs-CZ"/>
              </w:rPr>
            </w:pPr>
            <w:r w:rsidRPr="004E6465">
              <w:rPr>
                <w:sz w:val="18"/>
                <w:highlight w:val="green"/>
                <w:lang w:eastAsia="cs-CZ"/>
              </w:rPr>
              <w:t>Doplní dodavatel</w:t>
            </w:r>
          </w:p>
        </w:tc>
      </w:tr>
      <w:tr w:rsidR="004B3B32" w:rsidRPr="004B3B32" w14:paraId="5BDB215D" w14:textId="77777777" w:rsidTr="000609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</w:tcPr>
          <w:p w14:paraId="66601506" w14:textId="77777777" w:rsidR="004B3B32" w:rsidRPr="004B3B32" w:rsidRDefault="004B3B32" w:rsidP="00060941">
            <w:pPr>
              <w:rPr>
                <w:sz w:val="18"/>
                <w:lang w:eastAsia="cs-CZ"/>
              </w:rPr>
            </w:pPr>
            <w:r w:rsidRPr="004B3B32">
              <w:rPr>
                <w:sz w:val="18"/>
                <w:lang w:eastAsia="cs-CZ"/>
              </w:rPr>
              <w:t>DPH ve výši 21%</w:t>
            </w:r>
          </w:p>
        </w:tc>
        <w:tc>
          <w:tcPr>
            <w:tcW w:w="1985" w:type="dxa"/>
          </w:tcPr>
          <w:p w14:paraId="0F138703" w14:textId="77777777" w:rsidR="004B3B32" w:rsidRPr="004E6465" w:rsidRDefault="004B3B32" w:rsidP="000609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eastAsia="cs-CZ"/>
              </w:rPr>
            </w:pPr>
            <w:r w:rsidRPr="004E6465">
              <w:rPr>
                <w:sz w:val="18"/>
                <w:highlight w:val="green"/>
                <w:lang w:eastAsia="cs-CZ"/>
              </w:rPr>
              <w:t>Doplní dodavatel</w:t>
            </w:r>
          </w:p>
        </w:tc>
        <w:tc>
          <w:tcPr>
            <w:tcW w:w="2551" w:type="dxa"/>
          </w:tcPr>
          <w:p w14:paraId="7B2F2CEB" w14:textId="77777777" w:rsidR="004B3B32" w:rsidRPr="004E6465" w:rsidRDefault="004B3B32" w:rsidP="000609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eastAsia="cs-CZ"/>
              </w:rPr>
            </w:pPr>
            <w:r w:rsidRPr="004E6465">
              <w:rPr>
                <w:sz w:val="18"/>
                <w:highlight w:val="green"/>
                <w:lang w:eastAsia="cs-CZ"/>
              </w:rPr>
              <w:t>Doplní dodavatel</w:t>
            </w:r>
          </w:p>
        </w:tc>
      </w:tr>
      <w:tr w:rsidR="004B3B32" w:rsidRPr="004B3B32" w14:paraId="093D2BA9" w14:textId="77777777" w:rsidTr="00060941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  <w:tcBorders>
              <w:bottom w:val="single" w:sz="4" w:space="0" w:color="auto"/>
            </w:tcBorders>
          </w:tcPr>
          <w:p w14:paraId="009BDF81" w14:textId="77777777" w:rsidR="004B3B32" w:rsidRPr="004B3B32" w:rsidRDefault="004B3B32" w:rsidP="00060941">
            <w:pPr>
              <w:rPr>
                <w:sz w:val="18"/>
                <w:lang w:eastAsia="cs-CZ"/>
              </w:rPr>
            </w:pPr>
            <w:r w:rsidRPr="004B3B32">
              <w:rPr>
                <w:sz w:val="18"/>
                <w:lang w:eastAsia="cs-CZ"/>
              </w:rPr>
              <w:t>Cena vč. DPH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6DA0EDC" w14:textId="77777777" w:rsidR="004B3B32" w:rsidRPr="004E6465" w:rsidRDefault="004B3B32" w:rsidP="000609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eastAsia="cs-CZ"/>
              </w:rPr>
            </w:pPr>
            <w:r w:rsidRPr="004E6465">
              <w:rPr>
                <w:sz w:val="18"/>
                <w:highlight w:val="green"/>
                <w:lang w:eastAsia="cs-CZ"/>
              </w:rPr>
              <w:t>Doplní dodavatel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678F434" w14:textId="77777777" w:rsidR="004B3B32" w:rsidRPr="004E6465" w:rsidRDefault="004B3B32" w:rsidP="000609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eastAsia="cs-CZ"/>
              </w:rPr>
            </w:pPr>
            <w:r w:rsidRPr="004E6465">
              <w:rPr>
                <w:sz w:val="18"/>
                <w:highlight w:val="green"/>
                <w:lang w:eastAsia="cs-CZ"/>
              </w:rPr>
              <w:t>Doplní dodavatel</w:t>
            </w:r>
          </w:p>
        </w:tc>
      </w:tr>
    </w:tbl>
    <w:p w14:paraId="0AC0B1CA" w14:textId="77777777" w:rsidR="004B3B32" w:rsidRPr="004B3B32" w:rsidRDefault="004B3B32" w:rsidP="004B3B32"/>
    <w:tbl>
      <w:tblPr>
        <w:tblStyle w:val="Mkatabulky"/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9"/>
        <w:gridCol w:w="4536"/>
      </w:tblGrid>
      <w:tr w:rsidR="004B3B32" w:rsidRPr="004B3B32" w14:paraId="44B98132" w14:textId="77777777" w:rsidTr="000609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13920" w14:textId="77777777" w:rsidR="004B3B32" w:rsidRPr="004B3B32" w:rsidRDefault="004B3B32" w:rsidP="00060941">
            <w:pPr>
              <w:rPr>
                <w:b/>
                <w:sz w:val="18"/>
                <w:lang w:eastAsia="cs-CZ"/>
              </w:rPr>
            </w:pPr>
            <w:r w:rsidRPr="004B3B32">
              <w:rPr>
                <w:b/>
                <w:sz w:val="18"/>
                <w:lang w:eastAsia="cs-CZ"/>
              </w:rPr>
              <w:t>Cena za celkové plnění předmětu této veřejné zakázky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3095" w14:textId="422C1430" w:rsidR="004B3B32" w:rsidRPr="004B3B32" w:rsidRDefault="00171C83" w:rsidP="00E578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>Cena za požadované služby za 48 měsíců</w:t>
            </w:r>
          </w:p>
        </w:tc>
      </w:tr>
      <w:tr w:rsidR="004B3B32" w:rsidRPr="004B3B32" w14:paraId="1226C396" w14:textId="77777777" w:rsidTr="000609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366E" w14:textId="77777777" w:rsidR="004B3B32" w:rsidRPr="004B3B32" w:rsidRDefault="004B3B32" w:rsidP="00060941">
            <w:pPr>
              <w:rPr>
                <w:sz w:val="18"/>
                <w:lang w:eastAsia="cs-CZ"/>
              </w:rPr>
            </w:pPr>
            <w:r w:rsidRPr="004B3B32">
              <w:rPr>
                <w:sz w:val="18"/>
                <w:lang w:eastAsia="cs-CZ"/>
              </w:rPr>
              <w:t>Cena v Kč bez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D695" w14:textId="77777777" w:rsidR="004B3B32" w:rsidRPr="004E6465" w:rsidRDefault="004B3B32" w:rsidP="000609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eastAsia="cs-CZ"/>
              </w:rPr>
            </w:pPr>
            <w:r w:rsidRPr="004E6465">
              <w:rPr>
                <w:sz w:val="18"/>
                <w:highlight w:val="green"/>
                <w:lang w:eastAsia="cs-CZ"/>
              </w:rPr>
              <w:t>Doplní dodavatel</w:t>
            </w:r>
          </w:p>
        </w:tc>
      </w:tr>
      <w:tr w:rsidR="004B3B32" w:rsidRPr="004B3B32" w14:paraId="4504BA4D" w14:textId="77777777" w:rsidTr="000609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0078" w14:textId="77777777" w:rsidR="004B3B32" w:rsidRPr="004B3B32" w:rsidRDefault="004B3B32" w:rsidP="00060941">
            <w:pPr>
              <w:rPr>
                <w:sz w:val="18"/>
                <w:lang w:eastAsia="cs-CZ"/>
              </w:rPr>
            </w:pPr>
            <w:r w:rsidRPr="004B3B32">
              <w:rPr>
                <w:sz w:val="18"/>
                <w:lang w:eastAsia="cs-CZ"/>
              </w:rPr>
              <w:t>DPH ve výši 21%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787" w14:textId="77777777" w:rsidR="004B3B32" w:rsidRPr="004E6465" w:rsidRDefault="004B3B32" w:rsidP="000609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eastAsia="cs-CZ"/>
              </w:rPr>
            </w:pPr>
            <w:r w:rsidRPr="004E6465">
              <w:rPr>
                <w:sz w:val="18"/>
                <w:highlight w:val="green"/>
                <w:lang w:eastAsia="cs-CZ"/>
              </w:rPr>
              <w:t>Doplní dodavatel</w:t>
            </w:r>
          </w:p>
        </w:tc>
      </w:tr>
      <w:tr w:rsidR="004B3B32" w:rsidRPr="004B3B32" w14:paraId="2B19A09E" w14:textId="77777777" w:rsidTr="000609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0804" w14:textId="77777777" w:rsidR="004B3B32" w:rsidRPr="004B3B32" w:rsidRDefault="004B3B32" w:rsidP="00060941">
            <w:pPr>
              <w:rPr>
                <w:sz w:val="18"/>
                <w:lang w:eastAsia="cs-CZ"/>
              </w:rPr>
            </w:pPr>
            <w:r w:rsidRPr="004B3B32">
              <w:rPr>
                <w:sz w:val="18"/>
                <w:lang w:eastAsia="cs-CZ"/>
              </w:rPr>
              <w:t>Cena v Kč vč.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7ED0" w14:textId="77777777" w:rsidR="004B3B32" w:rsidRPr="004E6465" w:rsidRDefault="004B3B32" w:rsidP="000609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eastAsia="cs-CZ"/>
              </w:rPr>
            </w:pPr>
            <w:r w:rsidRPr="004E6465">
              <w:rPr>
                <w:sz w:val="18"/>
                <w:highlight w:val="green"/>
                <w:lang w:eastAsia="cs-CZ"/>
              </w:rPr>
              <w:t>Doplní dodavatel</w:t>
            </w:r>
          </w:p>
        </w:tc>
      </w:tr>
    </w:tbl>
    <w:p w14:paraId="1133A9F0" w14:textId="77777777" w:rsidR="004B3B32" w:rsidRPr="004B3B32" w:rsidRDefault="004B3B32" w:rsidP="004B3B32"/>
    <w:p w14:paraId="7C7E0EF0" w14:textId="77777777" w:rsidR="009F392E" w:rsidRPr="004B3B32" w:rsidRDefault="009F392E" w:rsidP="00CA01AC"/>
    <w:sectPr w:rsidR="009F392E" w:rsidRPr="004B3B3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7E443C" w14:textId="77777777" w:rsidR="00CB370A" w:rsidRDefault="00CB370A" w:rsidP="00962258">
      <w:pPr>
        <w:spacing w:after="0" w:line="240" w:lineRule="auto"/>
      </w:pPr>
      <w:r>
        <w:separator/>
      </w:r>
    </w:p>
  </w:endnote>
  <w:endnote w:type="continuationSeparator" w:id="0">
    <w:p w14:paraId="131A3A28" w14:textId="77777777" w:rsidR="00CB370A" w:rsidRDefault="00CB370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55E1CC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FCB2BA" w14:textId="61A1F6E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3B3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3B3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61560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2D12F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53D8D2E" w14:textId="77777777" w:rsidR="00F1715C" w:rsidRDefault="00F1715C" w:rsidP="00D831A3">
          <w:pPr>
            <w:pStyle w:val="Zpat"/>
          </w:pPr>
        </w:p>
      </w:tc>
    </w:tr>
  </w:tbl>
  <w:p w14:paraId="06834DA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4A936B9" wp14:editId="3AA511E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6FAA9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9ABA0D4" wp14:editId="7845D8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9B379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67EFE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23D49D3" w14:textId="52F411C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04DA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04DA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46009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C907724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37905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7A8776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4F872B2" w14:textId="584194A0" w:rsidR="00F1715C" w:rsidRDefault="00F1715C" w:rsidP="00460660">
          <w:pPr>
            <w:pStyle w:val="Zpat"/>
          </w:pPr>
          <w:r>
            <w:t>www.</w:t>
          </w:r>
          <w:r w:rsidR="00276140">
            <w:t>spravazeleznic</w:t>
          </w:r>
          <w:r>
            <w:t>.cz</w:t>
          </w:r>
        </w:p>
      </w:tc>
      <w:tc>
        <w:tcPr>
          <w:tcW w:w="2921" w:type="dxa"/>
        </w:tcPr>
        <w:p w14:paraId="6A54E1D1" w14:textId="77777777" w:rsidR="00F1715C" w:rsidRDefault="00F1715C" w:rsidP="00460660">
          <w:pPr>
            <w:pStyle w:val="Zpat"/>
          </w:pPr>
        </w:p>
      </w:tc>
    </w:tr>
  </w:tbl>
  <w:p w14:paraId="0F6A8C9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44A7409" wp14:editId="2752525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BD65BB" id="Straight Connector 7" o:spid="_x0000_s1026" style="position:absolute;z-index:-2516520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2CA720" wp14:editId="781424D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B626D4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5A04E6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5062A" w14:textId="77777777" w:rsidR="00CB370A" w:rsidRDefault="00CB370A" w:rsidP="00962258">
      <w:pPr>
        <w:spacing w:after="0" w:line="240" w:lineRule="auto"/>
      </w:pPr>
      <w:r>
        <w:separator/>
      </w:r>
    </w:p>
  </w:footnote>
  <w:footnote w:type="continuationSeparator" w:id="0">
    <w:p w14:paraId="62A79FD8" w14:textId="77777777" w:rsidR="00CB370A" w:rsidRDefault="00CB370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AC50DC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3FC37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39DA5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79DAA1" w14:textId="77777777" w:rsidR="00F1715C" w:rsidRPr="00D6163D" w:rsidRDefault="00F1715C" w:rsidP="00D6163D">
          <w:pPr>
            <w:pStyle w:val="Druhdokumentu"/>
          </w:pPr>
        </w:p>
      </w:tc>
    </w:tr>
  </w:tbl>
  <w:p w14:paraId="34AD98F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3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19"/>
      <w:gridCol w:w="3458"/>
      <w:gridCol w:w="5698"/>
    </w:tblGrid>
    <w:tr w:rsidR="00F1715C" w14:paraId="64F33BAB" w14:textId="77777777" w:rsidTr="00BB66A1">
      <w:trPr>
        <w:trHeight w:hRule="exact" w:val="936"/>
      </w:trPr>
      <w:tc>
        <w:tcPr>
          <w:tcW w:w="1219" w:type="dxa"/>
          <w:tcMar>
            <w:left w:w="0" w:type="dxa"/>
            <w:right w:w="0" w:type="dxa"/>
          </w:tcMar>
        </w:tcPr>
        <w:p w14:paraId="66C7EE2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07424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48672E9" w14:textId="77777777" w:rsidR="00F1715C" w:rsidRPr="00D6163D" w:rsidRDefault="00F1715C" w:rsidP="00FC6389">
          <w:pPr>
            <w:pStyle w:val="Druhdokumentu"/>
          </w:pPr>
        </w:p>
      </w:tc>
    </w:tr>
  </w:tbl>
  <w:p w14:paraId="49D7E4B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2A9A3C7C" wp14:editId="7A0F33F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6DB07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70D20"/>
    <w:multiLevelType w:val="hybridMultilevel"/>
    <w:tmpl w:val="893A20C6"/>
    <w:lvl w:ilvl="0" w:tplc="0409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9064ACF"/>
    <w:multiLevelType w:val="hybridMultilevel"/>
    <w:tmpl w:val="741857F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E023B"/>
    <w:multiLevelType w:val="hybridMultilevel"/>
    <w:tmpl w:val="893A20C6"/>
    <w:lvl w:ilvl="0" w:tplc="0409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F2056"/>
    <w:multiLevelType w:val="hybridMultilevel"/>
    <w:tmpl w:val="741857F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B5DBD"/>
    <w:multiLevelType w:val="hybridMultilevel"/>
    <w:tmpl w:val="3DF685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0099A"/>
    <w:multiLevelType w:val="hybridMultilevel"/>
    <w:tmpl w:val="741857F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E70EE"/>
    <w:multiLevelType w:val="hybridMultilevel"/>
    <w:tmpl w:val="34E830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A231D"/>
    <w:multiLevelType w:val="hybridMultilevel"/>
    <w:tmpl w:val="893A20C6"/>
    <w:lvl w:ilvl="0" w:tplc="0409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0" w15:restartNumberingAfterBreak="0">
    <w:nsid w:val="202023A9"/>
    <w:multiLevelType w:val="hybridMultilevel"/>
    <w:tmpl w:val="893A20C6"/>
    <w:lvl w:ilvl="0" w:tplc="0409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B50898"/>
    <w:multiLevelType w:val="hybridMultilevel"/>
    <w:tmpl w:val="893A20C6"/>
    <w:lvl w:ilvl="0" w:tplc="0409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76403"/>
    <w:multiLevelType w:val="multilevel"/>
    <w:tmpl w:val="0D34D660"/>
    <w:numStyleLink w:val="ListBulletmultilevel"/>
  </w:abstractNum>
  <w:abstractNum w:abstractNumId="13" w15:restartNumberingAfterBreak="0">
    <w:nsid w:val="2DA43427"/>
    <w:multiLevelType w:val="hybridMultilevel"/>
    <w:tmpl w:val="D924BD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551D37"/>
    <w:multiLevelType w:val="hybridMultilevel"/>
    <w:tmpl w:val="893A20C6"/>
    <w:lvl w:ilvl="0" w:tplc="0409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7B2CF1"/>
    <w:multiLevelType w:val="hybridMultilevel"/>
    <w:tmpl w:val="893A20C6"/>
    <w:lvl w:ilvl="0" w:tplc="0409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97B5F"/>
    <w:multiLevelType w:val="hybridMultilevel"/>
    <w:tmpl w:val="291CA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6A4754"/>
    <w:multiLevelType w:val="hybridMultilevel"/>
    <w:tmpl w:val="893A20C6"/>
    <w:lvl w:ilvl="0" w:tplc="0409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E44D0"/>
    <w:multiLevelType w:val="hybridMultilevel"/>
    <w:tmpl w:val="893A20C6"/>
    <w:lvl w:ilvl="0" w:tplc="0409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8D43AD"/>
    <w:multiLevelType w:val="hybridMultilevel"/>
    <w:tmpl w:val="893A20C6"/>
    <w:lvl w:ilvl="0" w:tplc="0409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C2EC7"/>
    <w:multiLevelType w:val="hybridMultilevel"/>
    <w:tmpl w:val="741857F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633EB9"/>
    <w:multiLevelType w:val="hybridMultilevel"/>
    <w:tmpl w:val="893A20C6"/>
    <w:lvl w:ilvl="0" w:tplc="0409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CD5D22"/>
    <w:multiLevelType w:val="hybridMultilevel"/>
    <w:tmpl w:val="893A20C6"/>
    <w:lvl w:ilvl="0" w:tplc="0409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070991"/>
    <w:multiLevelType w:val="multilevel"/>
    <w:tmpl w:val="CABE99FC"/>
    <w:numStyleLink w:val="ListNumbermultilevel"/>
  </w:abstractNum>
  <w:abstractNum w:abstractNumId="24" w15:restartNumberingAfterBreak="0">
    <w:nsid w:val="762E0D0B"/>
    <w:multiLevelType w:val="hybridMultilevel"/>
    <w:tmpl w:val="741857F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9543C8"/>
    <w:multiLevelType w:val="hybridMultilevel"/>
    <w:tmpl w:val="893A20C6"/>
    <w:lvl w:ilvl="0" w:tplc="0409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2"/>
  </w:num>
  <w:num w:numId="4">
    <w:abstractNumId w:val="23"/>
  </w:num>
  <w:num w:numId="5">
    <w:abstractNumId w:val="16"/>
  </w:num>
  <w:num w:numId="6">
    <w:abstractNumId w:val="7"/>
  </w:num>
  <w:num w:numId="7">
    <w:abstractNumId w:val="5"/>
  </w:num>
  <w:num w:numId="8">
    <w:abstractNumId w:val="20"/>
  </w:num>
  <w:num w:numId="9">
    <w:abstractNumId w:val="6"/>
  </w:num>
  <w:num w:numId="10">
    <w:abstractNumId w:val="2"/>
  </w:num>
  <w:num w:numId="11">
    <w:abstractNumId w:val="24"/>
  </w:num>
  <w:num w:numId="12">
    <w:abstractNumId w:val="8"/>
  </w:num>
  <w:num w:numId="13">
    <w:abstractNumId w:val="22"/>
  </w:num>
  <w:num w:numId="14">
    <w:abstractNumId w:val="15"/>
  </w:num>
  <w:num w:numId="15">
    <w:abstractNumId w:val="21"/>
  </w:num>
  <w:num w:numId="16">
    <w:abstractNumId w:val="3"/>
  </w:num>
  <w:num w:numId="17">
    <w:abstractNumId w:val="14"/>
  </w:num>
  <w:num w:numId="18">
    <w:abstractNumId w:val="4"/>
  </w:num>
  <w:num w:numId="19">
    <w:abstractNumId w:val="11"/>
  </w:num>
  <w:num w:numId="20">
    <w:abstractNumId w:val="19"/>
  </w:num>
  <w:num w:numId="21">
    <w:abstractNumId w:val="25"/>
  </w:num>
  <w:num w:numId="22">
    <w:abstractNumId w:val="0"/>
  </w:num>
  <w:num w:numId="23">
    <w:abstractNumId w:val="17"/>
  </w:num>
  <w:num w:numId="24">
    <w:abstractNumId w:val="10"/>
  </w:num>
  <w:num w:numId="25">
    <w:abstractNumId w:val="18"/>
  </w:num>
  <w:num w:numId="26">
    <w:abstractNumId w:val="1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1AC"/>
    <w:rsid w:val="000604FC"/>
    <w:rsid w:val="00072C1E"/>
    <w:rsid w:val="000E23A7"/>
    <w:rsid w:val="000F1D97"/>
    <w:rsid w:val="0010693F"/>
    <w:rsid w:val="00114472"/>
    <w:rsid w:val="001550BC"/>
    <w:rsid w:val="001605B9"/>
    <w:rsid w:val="00170EC5"/>
    <w:rsid w:val="00171C83"/>
    <w:rsid w:val="001747C1"/>
    <w:rsid w:val="00184743"/>
    <w:rsid w:val="001A66AA"/>
    <w:rsid w:val="00201542"/>
    <w:rsid w:val="00207DF5"/>
    <w:rsid w:val="00276140"/>
    <w:rsid w:val="00280E07"/>
    <w:rsid w:val="002C31BF"/>
    <w:rsid w:val="002D08B1"/>
    <w:rsid w:val="002E0CD7"/>
    <w:rsid w:val="00337739"/>
    <w:rsid w:val="00341DCF"/>
    <w:rsid w:val="0035060A"/>
    <w:rsid w:val="00357BC6"/>
    <w:rsid w:val="003956C6"/>
    <w:rsid w:val="003A2353"/>
    <w:rsid w:val="00404DA1"/>
    <w:rsid w:val="00441430"/>
    <w:rsid w:val="00450F07"/>
    <w:rsid w:val="00453CD3"/>
    <w:rsid w:val="00460660"/>
    <w:rsid w:val="00486107"/>
    <w:rsid w:val="00491827"/>
    <w:rsid w:val="00492B8E"/>
    <w:rsid w:val="004B348C"/>
    <w:rsid w:val="004B3B32"/>
    <w:rsid w:val="004C4399"/>
    <w:rsid w:val="004C787C"/>
    <w:rsid w:val="004D3256"/>
    <w:rsid w:val="004E143C"/>
    <w:rsid w:val="004E3A53"/>
    <w:rsid w:val="004E6465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5CC8"/>
    <w:rsid w:val="005F1404"/>
    <w:rsid w:val="0061068E"/>
    <w:rsid w:val="00660AD3"/>
    <w:rsid w:val="00677B7F"/>
    <w:rsid w:val="006A5570"/>
    <w:rsid w:val="006A689C"/>
    <w:rsid w:val="006B3D79"/>
    <w:rsid w:val="006B5F34"/>
    <w:rsid w:val="006D7AFE"/>
    <w:rsid w:val="006E0578"/>
    <w:rsid w:val="006E314D"/>
    <w:rsid w:val="00710723"/>
    <w:rsid w:val="00723ED1"/>
    <w:rsid w:val="00735B57"/>
    <w:rsid w:val="00743525"/>
    <w:rsid w:val="0076286B"/>
    <w:rsid w:val="00766846"/>
    <w:rsid w:val="00770CD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38D9"/>
    <w:rsid w:val="009B14A9"/>
    <w:rsid w:val="009B2E97"/>
    <w:rsid w:val="009E07F4"/>
    <w:rsid w:val="009F392E"/>
    <w:rsid w:val="009F5C6A"/>
    <w:rsid w:val="00A20887"/>
    <w:rsid w:val="00A6177B"/>
    <w:rsid w:val="00A66136"/>
    <w:rsid w:val="00AA4CBB"/>
    <w:rsid w:val="00AA65FA"/>
    <w:rsid w:val="00AA7351"/>
    <w:rsid w:val="00AD056F"/>
    <w:rsid w:val="00AD6731"/>
    <w:rsid w:val="00AF1F21"/>
    <w:rsid w:val="00B15D0D"/>
    <w:rsid w:val="00B2619D"/>
    <w:rsid w:val="00B75EE1"/>
    <w:rsid w:val="00B77481"/>
    <w:rsid w:val="00B8518B"/>
    <w:rsid w:val="00BB66A1"/>
    <w:rsid w:val="00BD7E91"/>
    <w:rsid w:val="00C02D0A"/>
    <w:rsid w:val="00C03A6E"/>
    <w:rsid w:val="00C44F6A"/>
    <w:rsid w:val="00C47AE3"/>
    <w:rsid w:val="00CA01AC"/>
    <w:rsid w:val="00CB370A"/>
    <w:rsid w:val="00CD1FC4"/>
    <w:rsid w:val="00D21061"/>
    <w:rsid w:val="00D4108E"/>
    <w:rsid w:val="00D6163D"/>
    <w:rsid w:val="00D73D46"/>
    <w:rsid w:val="00D831A3"/>
    <w:rsid w:val="00DA03F1"/>
    <w:rsid w:val="00DC75F3"/>
    <w:rsid w:val="00DD46F3"/>
    <w:rsid w:val="00DE56F2"/>
    <w:rsid w:val="00DF116D"/>
    <w:rsid w:val="00E36C4A"/>
    <w:rsid w:val="00E4409E"/>
    <w:rsid w:val="00E57866"/>
    <w:rsid w:val="00E64F32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0F95"/>
    <w:rsid w:val="00FC6389"/>
    <w:rsid w:val="00FD31D6"/>
    <w:rsid w:val="00FD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004018"/>
  <w14:defaultImageDpi w14:val="32767"/>
  <w15:docId w15:val="{4918E983-6B6E-43DF-B29C-BE0AA2A1E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01A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uiPriority w:val="99"/>
    <w:semiHidden/>
    <w:unhideWhenUsed/>
    <w:rsid w:val="00CA01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1A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1A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BB66A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5C6A"/>
    <w:pPr>
      <w:autoSpaceDE/>
      <w:autoSpaceDN/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5C6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ABAB2-6E4F-47FF-AE8B-C20A3012C3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432586-7A60-4AB4-9CB7-431716BFB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4</TotalTime>
  <Pages>1</Pages>
  <Words>66</Words>
  <Characters>390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4</cp:revision>
  <cp:lastPrinted>2017-11-28T17:18:00Z</cp:lastPrinted>
  <dcterms:created xsi:type="dcterms:W3CDTF">2021-11-30T15:37:00Z</dcterms:created>
  <dcterms:modified xsi:type="dcterms:W3CDTF">2021-12-06T09:44:00Z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